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0ADA2" w14:textId="77777777" w:rsidR="007A5112" w:rsidRPr="00230240" w:rsidRDefault="00230240" w:rsidP="007A5112">
      <w:pPr>
        <w:rPr>
          <w:rFonts w:ascii="Arial" w:hAnsi="Arial" w:cs="Arial"/>
          <w:b/>
          <w:sz w:val="28"/>
          <w:szCs w:val="28"/>
          <w:lang w:val="de-DE"/>
        </w:rPr>
      </w:pPr>
      <w:r w:rsidRPr="00230240">
        <w:rPr>
          <w:rFonts w:ascii="Arial" w:hAnsi="Arial" w:cs="Arial"/>
          <w:b/>
          <w:sz w:val="28"/>
          <w:szCs w:val="28"/>
          <w:lang w:val="de-DE"/>
        </w:rPr>
        <w:t>Textaufgabe</w:t>
      </w:r>
      <w:r w:rsidR="007A5112" w:rsidRPr="00230240">
        <w:rPr>
          <w:rFonts w:ascii="Arial" w:hAnsi="Arial" w:cs="Arial"/>
          <w:b/>
          <w:sz w:val="28"/>
          <w:szCs w:val="28"/>
          <w:lang w:val="de-DE"/>
        </w:rPr>
        <w:t xml:space="preserve"> 1: </w:t>
      </w:r>
    </w:p>
    <w:p w14:paraId="72AD7F3F" w14:textId="77777777" w:rsidR="00216009" w:rsidRPr="00216009" w:rsidRDefault="00216009" w:rsidP="007A5112">
      <w:pPr>
        <w:rPr>
          <w:sz w:val="28"/>
          <w:szCs w:val="28"/>
          <w:lang w:val="de-DE"/>
        </w:rPr>
      </w:pPr>
      <w:r w:rsidRPr="00216009">
        <w:rPr>
          <w:sz w:val="28"/>
          <w:szCs w:val="28"/>
          <w:lang w:val="de-DE"/>
        </w:rPr>
        <w:t>Ein Kind hat 6 Bonbons Die Lehrerin gibt 2 dazu.</w:t>
      </w:r>
    </w:p>
    <w:p w14:paraId="04F79A76" w14:textId="77777777" w:rsidR="00216009" w:rsidRPr="00230240" w:rsidRDefault="00216009" w:rsidP="00216009">
      <w:pPr>
        <w:autoSpaceDE w:val="0"/>
        <w:autoSpaceDN w:val="0"/>
        <w:adjustRightInd w:val="0"/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sz w:val="28"/>
          <w:lang w:val="de-DE"/>
        </w:rPr>
        <w:t xml:space="preserve">Wie viele Bonbons hat das Kind jetzt? </w:t>
      </w:r>
    </w:p>
    <w:p w14:paraId="77FE7B60" w14:textId="1B5009BF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7DCFC" wp14:editId="6795A093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6350" t="9525" r="10160" b="139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D7962" w14:textId="77777777" w:rsidR="007A5112" w:rsidRDefault="0023024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 w:rsidR="007A5112" w:rsidRPr="007A5112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1F667DB2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39F0C804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65361DB0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681DD9C7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5C389643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01E9628F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7176AFBC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7140AA72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58D7BE97" w14:textId="77777777"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14:paraId="67B78557" w14:textId="77777777" w:rsidR="007A5112" w:rsidRPr="007A5112" w:rsidRDefault="0023024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 w:rsidR="007A5112"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7DCF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25pt;margin-top:16.6pt;width:375.95pt;height:17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">
                <v:textbox>
                  <w:txbxContent>
                    <w:p w14:paraId="263D7962" w14:textId="77777777" w:rsidR="007A5112" w:rsidRDefault="002302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Ich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 w:rsidR="007A5112" w:rsidRPr="007A5112">
                        <w:rPr>
                          <w:b/>
                        </w:rPr>
                        <w:t>:</w:t>
                      </w:r>
                      <w:proofErr w:type="gramEnd"/>
                      <w:r w:rsidR="007A5112" w:rsidRPr="007A5112">
                        <w:rPr>
                          <w:b/>
                        </w:rPr>
                        <w:t xml:space="preserve"> </w:t>
                      </w:r>
                    </w:p>
                    <w:p w14:paraId="1F667DB2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39F0C804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65361DB0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681DD9C7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5C389643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01E9628F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7176AFBC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7140AA72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58D7BE97" w14:textId="77777777" w:rsidR="007A5112" w:rsidRDefault="007A5112">
                      <w:pPr>
                        <w:rPr>
                          <w:b/>
                        </w:rPr>
                      </w:pPr>
                    </w:p>
                    <w:p w14:paraId="67B78557" w14:textId="77777777" w:rsidR="007A5112" w:rsidRPr="007A5112" w:rsidRDefault="00230240">
                      <w:pPr>
                        <w:rPr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 w:rsidR="007A5112">
                        <w:rPr>
                          <w:b/>
                        </w:rPr>
                        <w:t>:</w:t>
                      </w:r>
                      <w:proofErr w:type="gramEnd"/>
                      <w:r w:rsidR="007A5112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8D00137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5ECB982F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439A30FE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0D566C06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477ADD4C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4F889283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456986A1" w14:textId="77777777" w:rsidR="007A5112" w:rsidRPr="00216009" w:rsidRDefault="007A5112" w:rsidP="007A5112">
      <w:pPr>
        <w:rPr>
          <w:rFonts w:ascii="Arial" w:hAnsi="Arial" w:cs="Arial"/>
          <w:i/>
          <w:sz w:val="28"/>
          <w:szCs w:val="28"/>
          <w:lang w:val="de-DE"/>
        </w:rPr>
      </w:pPr>
    </w:p>
    <w:p w14:paraId="7C5E9C8F" w14:textId="77777777" w:rsidR="007A5112" w:rsidRPr="00216009" w:rsidRDefault="007A5112" w:rsidP="007A5112">
      <w:pPr>
        <w:rPr>
          <w:rFonts w:ascii="Arial" w:hAnsi="Arial" w:cs="Arial"/>
          <w:b/>
          <w:sz w:val="28"/>
          <w:szCs w:val="28"/>
          <w:lang w:val="de-DE"/>
        </w:rPr>
      </w:pPr>
    </w:p>
    <w:p w14:paraId="54A9247E" w14:textId="77777777" w:rsidR="007A5112" w:rsidRPr="00216009" w:rsidRDefault="007A5112" w:rsidP="007A5112">
      <w:pPr>
        <w:rPr>
          <w:rFonts w:ascii="Arial" w:hAnsi="Arial" w:cs="Arial"/>
          <w:b/>
          <w:sz w:val="28"/>
          <w:szCs w:val="28"/>
          <w:lang w:val="de-DE"/>
        </w:rPr>
      </w:pPr>
    </w:p>
    <w:p w14:paraId="77E9CA11" w14:textId="77777777" w:rsidR="007A5112" w:rsidRPr="00216009" w:rsidRDefault="007A5112" w:rsidP="007A5112">
      <w:pPr>
        <w:rPr>
          <w:rFonts w:ascii="Arial" w:hAnsi="Arial" w:cs="Arial"/>
          <w:b/>
          <w:sz w:val="28"/>
          <w:szCs w:val="28"/>
          <w:lang w:val="de-DE"/>
        </w:rPr>
      </w:pPr>
    </w:p>
    <w:p w14:paraId="5EF9D547" w14:textId="77777777" w:rsidR="007A5112" w:rsidRPr="00216009" w:rsidRDefault="007A5112" w:rsidP="007A5112">
      <w:pPr>
        <w:rPr>
          <w:rFonts w:ascii="Arial" w:hAnsi="Arial" w:cs="Arial"/>
          <w:b/>
          <w:sz w:val="28"/>
          <w:szCs w:val="28"/>
          <w:lang w:val="de-DE"/>
        </w:rPr>
      </w:pPr>
    </w:p>
    <w:p w14:paraId="3177DC3C" w14:textId="77777777" w:rsidR="00230240" w:rsidRDefault="00230240" w:rsidP="00230240">
      <w:pPr>
        <w:rPr>
          <w:rFonts w:ascii="Arial" w:hAnsi="Arial" w:cs="Arial"/>
          <w:b/>
          <w:sz w:val="28"/>
          <w:szCs w:val="28"/>
          <w:lang w:val="de-DE"/>
        </w:rPr>
      </w:pPr>
    </w:p>
    <w:p w14:paraId="207065FC" w14:textId="77777777" w:rsidR="00216009" w:rsidRPr="00230240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  <w:r w:rsidRPr="00230240">
        <w:rPr>
          <w:rFonts w:ascii="Arial" w:hAnsi="Arial" w:cs="Arial"/>
          <w:b/>
          <w:sz w:val="28"/>
          <w:szCs w:val="28"/>
          <w:lang w:val="de-DE"/>
        </w:rPr>
        <w:t xml:space="preserve">Textaufgabe 1: </w:t>
      </w:r>
    </w:p>
    <w:p w14:paraId="130546AC" w14:textId="77777777" w:rsidR="00216009" w:rsidRPr="00216009" w:rsidRDefault="00216009" w:rsidP="00216009">
      <w:pPr>
        <w:rPr>
          <w:sz w:val="28"/>
          <w:szCs w:val="28"/>
          <w:lang w:val="de-DE"/>
        </w:rPr>
      </w:pPr>
      <w:r w:rsidRPr="00216009">
        <w:rPr>
          <w:sz w:val="28"/>
          <w:szCs w:val="28"/>
          <w:lang w:val="de-DE"/>
        </w:rPr>
        <w:t>Ein Kind hat 6 Bonbons Die Lehrerin gibt 2 dazu.</w:t>
      </w:r>
    </w:p>
    <w:p w14:paraId="4C74EAF5" w14:textId="77777777" w:rsidR="00216009" w:rsidRPr="00230240" w:rsidRDefault="00216009" w:rsidP="00216009">
      <w:pPr>
        <w:autoSpaceDE w:val="0"/>
        <w:autoSpaceDN w:val="0"/>
        <w:adjustRightInd w:val="0"/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sz w:val="28"/>
          <w:lang w:val="de-DE"/>
        </w:rPr>
        <w:t xml:space="preserve">Wie viele Bonbons hat das Kind jetzt? </w:t>
      </w:r>
    </w:p>
    <w:p w14:paraId="3EE95326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3E14B8" wp14:editId="52ADD792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0" t="0" r="26035" b="1397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54206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68B2DE48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310664F8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5D5C5EC0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3BABD1BA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4999AE94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27CB2DB9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38A5D066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4C38A9C1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34D51CA4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</w:p>
                          <w:p w14:paraId="6EB89D03" w14:textId="77777777" w:rsidR="00230240" w:rsidRDefault="00230240" w:rsidP="0023024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E14B8" id="Zone de texte 5" o:spid="_x0000_s1027" type="#_x0000_t202" style="position:absolute;margin-left:-6.25pt;margin-top:16.6pt;width:375.95pt;height:17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">
                <v:textbox>
                  <w:txbxContent>
                    <w:p w14:paraId="74B54206" w14:textId="77777777" w:rsidR="00230240" w:rsidRDefault="00230240" w:rsidP="002302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Ich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  <w:p w14:paraId="68B2DE48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310664F8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5D5C5EC0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3BABD1BA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4999AE94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27CB2DB9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38A5D066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4C38A9C1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34D51CA4" w14:textId="77777777" w:rsidR="00230240" w:rsidRDefault="00230240" w:rsidP="00230240">
                      <w:pPr>
                        <w:rPr>
                          <w:b/>
                        </w:rPr>
                      </w:pPr>
                    </w:p>
                    <w:p w14:paraId="6EB89D03" w14:textId="77777777" w:rsidR="00230240" w:rsidRDefault="00230240" w:rsidP="00230240">
                      <w:pPr>
                        <w:rPr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>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827ABFA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44FD6120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4783D128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26FBBEC7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22D2AA91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06E64117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4A5BBC9D" w14:textId="77777777" w:rsidR="00230240" w:rsidRPr="00230240" w:rsidRDefault="00230240" w:rsidP="00230240">
      <w:pPr>
        <w:rPr>
          <w:rFonts w:ascii="Arial" w:hAnsi="Arial" w:cs="Arial"/>
          <w:i/>
          <w:sz w:val="28"/>
          <w:szCs w:val="28"/>
          <w:lang w:val="de-DE"/>
        </w:rPr>
      </w:pPr>
    </w:p>
    <w:p w14:paraId="3C5FA1C9" w14:textId="77777777" w:rsidR="00230240" w:rsidRPr="00230240" w:rsidRDefault="00230240" w:rsidP="00230240">
      <w:pPr>
        <w:rPr>
          <w:rFonts w:ascii="Arial" w:hAnsi="Arial" w:cs="Arial"/>
          <w:b/>
          <w:sz w:val="28"/>
          <w:szCs w:val="28"/>
          <w:lang w:val="de-DE"/>
        </w:rPr>
      </w:pPr>
    </w:p>
    <w:p w14:paraId="3BCE7230" w14:textId="77777777" w:rsidR="00230240" w:rsidRPr="00230240" w:rsidRDefault="00230240" w:rsidP="00230240">
      <w:pPr>
        <w:rPr>
          <w:rFonts w:ascii="Arial" w:hAnsi="Arial" w:cs="Arial"/>
          <w:b/>
          <w:sz w:val="28"/>
          <w:szCs w:val="28"/>
          <w:lang w:val="de-DE"/>
        </w:rPr>
      </w:pPr>
    </w:p>
    <w:p w14:paraId="5DAF1671" w14:textId="6D5369E9" w:rsid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341301C3" w14:textId="583761E4" w:rsid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73185F8F" w14:textId="10FC3CF4" w:rsidR="00C3279A" w:rsidRDefault="00C3279A" w:rsidP="00C3279A">
      <w:pPr>
        <w:rPr>
          <w:rFonts w:ascii="Arial" w:hAnsi="Arial" w:cs="Arial"/>
          <w:i/>
          <w:sz w:val="28"/>
          <w:szCs w:val="28"/>
          <w:lang w:val="de-DE"/>
        </w:rPr>
      </w:pPr>
    </w:p>
    <w:p w14:paraId="3A505F89" w14:textId="77777777" w:rsidR="00216009" w:rsidRPr="00230240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  <w:r w:rsidRPr="00230240">
        <w:rPr>
          <w:rFonts w:ascii="Arial" w:hAnsi="Arial" w:cs="Arial"/>
          <w:b/>
          <w:sz w:val="28"/>
          <w:szCs w:val="28"/>
          <w:lang w:val="de-DE"/>
        </w:rPr>
        <w:t xml:space="preserve">Textaufgabe 1: </w:t>
      </w:r>
    </w:p>
    <w:p w14:paraId="386DEE6D" w14:textId="77777777" w:rsidR="00216009" w:rsidRPr="00216009" w:rsidRDefault="00216009" w:rsidP="00216009">
      <w:pPr>
        <w:rPr>
          <w:sz w:val="28"/>
          <w:szCs w:val="28"/>
          <w:lang w:val="de-DE"/>
        </w:rPr>
      </w:pPr>
      <w:r w:rsidRPr="00216009">
        <w:rPr>
          <w:sz w:val="28"/>
          <w:szCs w:val="28"/>
          <w:lang w:val="de-DE"/>
        </w:rPr>
        <w:t>Ein Kind hat 6 Bonbons Die Lehrerin gibt 2 dazu.</w:t>
      </w:r>
    </w:p>
    <w:p w14:paraId="6C609566" w14:textId="77777777" w:rsidR="00216009" w:rsidRPr="00230240" w:rsidRDefault="00216009" w:rsidP="00216009">
      <w:pPr>
        <w:autoSpaceDE w:val="0"/>
        <w:autoSpaceDN w:val="0"/>
        <w:adjustRightInd w:val="0"/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sz w:val="28"/>
          <w:lang w:val="de-DE"/>
        </w:rPr>
        <w:t xml:space="preserve">Wie viele Bonbons hat das Kind jetzt? </w:t>
      </w:r>
    </w:p>
    <w:p w14:paraId="50506709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4026C8" wp14:editId="3D1C92C9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6350" t="9525" r="10160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3DD62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 w:rsidRPr="007A5112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2650ECF8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99F9CF2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4B54A1E4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8D38797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36056494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7F04880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281A1BF6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CAF6E75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412D39EC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7F13EE25" w14:textId="77777777" w:rsidR="00216009" w:rsidRPr="007A5112" w:rsidRDefault="00216009" w:rsidP="002160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026C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6.25pt;margin-top:16.6pt;width:375.95pt;height:17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">
                <v:textbox>
                  <w:txbxContent>
                    <w:p w14:paraId="6303DD62" w14:textId="77777777" w:rsidR="00216009" w:rsidRDefault="00216009" w:rsidP="00216009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 w:rsidRPr="007A5112">
                        <w:rPr>
                          <w:b/>
                        </w:rPr>
                        <w:t xml:space="preserve">: </w:t>
                      </w:r>
                    </w:p>
                    <w:p w14:paraId="2650ECF8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99F9CF2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4B54A1E4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8D38797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36056494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7F04880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281A1BF6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CAF6E75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412D39EC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7F13EE25" w14:textId="77777777" w:rsidR="00216009" w:rsidRPr="007A5112" w:rsidRDefault="00216009" w:rsidP="00216009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78D9D36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4ED4EB65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5957662B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08F76FB8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17858F22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79D0C20C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58B13720" w14:textId="77777777" w:rsidR="00216009" w:rsidRPr="00216009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219CAEB4" w14:textId="77777777" w:rsidR="00216009" w:rsidRP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12E6EE55" w14:textId="77777777" w:rsidR="00216009" w:rsidRP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4051FC89" w14:textId="77777777" w:rsidR="00216009" w:rsidRP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2451DC74" w14:textId="77777777" w:rsidR="00216009" w:rsidRP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738308F5" w14:textId="77777777" w:rsidR="00216009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</w:p>
    <w:p w14:paraId="04FB8F66" w14:textId="77777777" w:rsidR="00216009" w:rsidRPr="00230240" w:rsidRDefault="00216009" w:rsidP="00216009">
      <w:pPr>
        <w:rPr>
          <w:rFonts w:ascii="Arial" w:hAnsi="Arial" w:cs="Arial"/>
          <w:b/>
          <w:sz w:val="28"/>
          <w:szCs w:val="28"/>
          <w:lang w:val="de-DE"/>
        </w:rPr>
      </w:pPr>
      <w:r w:rsidRPr="00230240">
        <w:rPr>
          <w:rFonts w:ascii="Arial" w:hAnsi="Arial" w:cs="Arial"/>
          <w:b/>
          <w:sz w:val="28"/>
          <w:szCs w:val="28"/>
          <w:lang w:val="de-DE"/>
        </w:rPr>
        <w:t xml:space="preserve">Textaufgabe 1: </w:t>
      </w:r>
    </w:p>
    <w:p w14:paraId="41B90137" w14:textId="77777777" w:rsidR="00216009" w:rsidRPr="00216009" w:rsidRDefault="00216009" w:rsidP="00216009">
      <w:pPr>
        <w:rPr>
          <w:sz w:val="28"/>
          <w:szCs w:val="28"/>
          <w:lang w:val="de-DE"/>
        </w:rPr>
      </w:pPr>
      <w:r w:rsidRPr="00216009">
        <w:rPr>
          <w:sz w:val="28"/>
          <w:szCs w:val="28"/>
          <w:lang w:val="de-DE"/>
        </w:rPr>
        <w:t>Ein Kind hat 6 Bonbons Die Lehrerin gibt 2 dazu.</w:t>
      </w:r>
    </w:p>
    <w:p w14:paraId="7170678E" w14:textId="77777777" w:rsidR="00216009" w:rsidRPr="00230240" w:rsidRDefault="00216009" w:rsidP="00216009">
      <w:pPr>
        <w:autoSpaceDE w:val="0"/>
        <w:autoSpaceDN w:val="0"/>
        <w:adjustRightInd w:val="0"/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sz w:val="28"/>
          <w:lang w:val="de-DE"/>
        </w:rPr>
        <w:t xml:space="preserve">Wie viele Bonbons hat das Kind jetzt? </w:t>
      </w:r>
    </w:p>
    <w:p w14:paraId="0041A4DB" w14:textId="77777777" w:rsidR="00216009" w:rsidRPr="00230240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7F17B" wp14:editId="5937A199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0" t="0" r="26035" b="1397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3F25C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forsche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14:paraId="3E958312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8D2269B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11FAC5A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3723BA55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70B02D36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31C37039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31B4FB12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0710BC81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281C67F9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</w:p>
                          <w:p w14:paraId="64CD7D64" w14:textId="77777777" w:rsidR="00216009" w:rsidRDefault="00216009" w:rsidP="002160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Antwort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7F17B" id="Zone de texte 2" o:spid="_x0000_s1029" type="#_x0000_t202" style="position:absolute;margin-left:-6.25pt;margin-top:16.6pt;width:375.95pt;height:17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">
                <v:textbox>
                  <w:txbxContent>
                    <w:p w14:paraId="3AA3F25C" w14:textId="77777777" w:rsidR="00216009" w:rsidRDefault="00216009" w:rsidP="00216009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Ich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forsche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</w:p>
                    <w:p w14:paraId="3E958312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8D2269B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11FAC5A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3723BA55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70B02D36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31C37039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31B4FB12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0710BC81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281C67F9" w14:textId="77777777" w:rsidR="00216009" w:rsidRDefault="00216009" w:rsidP="00216009">
                      <w:pPr>
                        <w:rPr>
                          <w:b/>
                        </w:rPr>
                      </w:pPr>
                    </w:p>
                    <w:p w14:paraId="64CD7D64" w14:textId="77777777" w:rsidR="00216009" w:rsidRDefault="00216009" w:rsidP="00216009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Antwort</w:t>
                      </w:r>
                      <w:proofErr w:type="spellEnd"/>
                      <w:r>
                        <w:rPr>
                          <w:b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715E192E" w14:textId="77777777" w:rsidR="00216009" w:rsidRPr="00230240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</w:p>
    <w:p w14:paraId="41F8FFAF" w14:textId="77777777" w:rsidR="00216009" w:rsidRPr="00230240" w:rsidRDefault="00216009" w:rsidP="00216009">
      <w:pPr>
        <w:rPr>
          <w:rFonts w:ascii="Arial" w:hAnsi="Arial" w:cs="Arial"/>
          <w:i/>
          <w:sz w:val="28"/>
          <w:szCs w:val="28"/>
          <w:lang w:val="de-DE"/>
        </w:rPr>
      </w:pPr>
      <w:bookmarkStart w:id="0" w:name="_GoBack"/>
      <w:bookmarkEnd w:id="0"/>
    </w:p>
    <w:sectPr w:rsidR="00216009" w:rsidRPr="00230240" w:rsidSect="007A511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112"/>
    <w:rsid w:val="001D645B"/>
    <w:rsid w:val="00216009"/>
    <w:rsid w:val="00230240"/>
    <w:rsid w:val="005175A3"/>
    <w:rsid w:val="005F7238"/>
    <w:rsid w:val="007A5112"/>
    <w:rsid w:val="007C0AAC"/>
    <w:rsid w:val="007E024D"/>
    <w:rsid w:val="00A3562B"/>
    <w:rsid w:val="00C3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AEB6"/>
  <w15:chartTrackingRefBased/>
  <w15:docId w15:val="{A2245F0A-91E6-482E-A215-A6D54BCD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112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A5112"/>
    <w:pPr>
      <w:autoSpaceDE w:val="0"/>
      <w:autoSpaceDN w:val="0"/>
      <w:adjustRightInd w:val="0"/>
    </w:pPr>
    <w:rPr>
      <w:rFonts w:ascii="Cambria" w:eastAsia="Times New Roman" w:hAnsi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cp:lastPrinted>2018-12-03T21:39:00Z</cp:lastPrinted>
  <dcterms:created xsi:type="dcterms:W3CDTF">2019-08-16T12:26:00Z</dcterms:created>
  <dcterms:modified xsi:type="dcterms:W3CDTF">2019-08-16T12:26:00Z</dcterms:modified>
</cp:coreProperties>
</file>